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00369C" w:rsidRDefault="009D6532" w:rsidP="00662AFC">
      <w:pPr>
        <w:pStyle w:val="a7"/>
        <w:jc w:val="center"/>
        <w:rPr>
          <w:sz w:val="16"/>
          <w:szCs w:val="16"/>
        </w:rPr>
      </w:pPr>
      <w:r w:rsidRPr="009D6532">
        <w:t xml:space="preserve">Перечень рабочих мест, </w:t>
      </w:r>
      <w:r w:rsidR="00BC61C1">
        <w:t>подлежащих идентификации потенциально вредных и (или) опасных производственных факторов</w:t>
      </w:r>
      <w:r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org_name \* MERGEFORMAT ">
        <w:r w:rsidR="0000369C" w:rsidRPr="0000369C">
          <w:rPr>
            <w:rStyle w:val="a9"/>
          </w:rPr>
          <w:t xml:space="preserve"> МУНИЦИПАЛЬНОЕ КАЗЁННОЕ УЧРЕЖДЕНИЕ КУЛЬТУРЫ "ЛЕБЕДЕВСКИЙ КУЛЬТУРНО-ДОСУГОВЫЙ ЦЕНТР" </w:t>
        </w:r>
      </w:fldSimple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рабочего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процесса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данном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(рабочих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фиброгенного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излучения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00369C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00369C" w:rsidRPr="00917594" w:rsidTr="00662AFC">
        <w:trPr>
          <w:jc w:val="center"/>
        </w:trPr>
        <w:tc>
          <w:tcPr>
            <w:tcW w:w="905" w:type="dxa"/>
            <w:vAlign w:val="center"/>
          </w:tcPr>
          <w:p w:rsidR="0000369C" w:rsidRPr="005645F0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00369C" w:rsidRP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369C">
              <w:rPr>
                <w:rFonts w:ascii="Times New Roman" w:hAnsi="Times New Roman"/>
                <w:b/>
                <w:sz w:val="18"/>
                <w:szCs w:val="18"/>
              </w:rPr>
              <w:t>Отсутствует</w:t>
            </w:r>
          </w:p>
        </w:tc>
        <w:tc>
          <w:tcPr>
            <w:tcW w:w="1047" w:type="dxa"/>
            <w:vAlign w:val="center"/>
          </w:tcPr>
          <w:p w:rsidR="0000369C" w:rsidRPr="005645F0" w:rsidRDefault="0000369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369C" w:rsidRPr="00917594" w:rsidTr="00662AFC">
        <w:trPr>
          <w:jc w:val="center"/>
        </w:trPr>
        <w:tc>
          <w:tcPr>
            <w:tcW w:w="905" w:type="dxa"/>
            <w:vAlign w:val="center"/>
          </w:tcPr>
          <w:p w:rsidR="0000369C" w:rsidRPr="005645F0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54-135/1/23-1 </w:t>
            </w:r>
          </w:p>
        </w:tc>
        <w:tc>
          <w:tcPr>
            <w:tcW w:w="3347" w:type="dxa"/>
            <w:vAlign w:val="center"/>
          </w:tcPr>
          <w:p w:rsidR="0000369C" w:rsidRP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369C">
              <w:rPr>
                <w:rFonts w:ascii="Times New Roman" w:hAnsi="Times New Roman"/>
                <w:sz w:val="18"/>
                <w:szCs w:val="18"/>
              </w:rPr>
              <w:t>Рабочее место звукооператора;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00369C" w:rsidRPr="005645F0" w:rsidRDefault="0000369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0369C" w:rsidRDefault="00BC61C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00369C" w:rsidRDefault="00BC61C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00369C" w:rsidRDefault="00BC61C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0369C" w:rsidP="009D6532">
            <w:pPr>
              <w:pStyle w:val="aa"/>
            </w:pPr>
            <w:r>
              <w:t>Директор КДЦ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0369C" w:rsidP="009D6532">
            <w:pPr>
              <w:pStyle w:val="aa"/>
            </w:pPr>
            <w:r>
              <w:t>Шмакова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00369C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00369C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003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0369C" w:rsidP="009D6532">
            <w:pPr>
              <w:pStyle w:val="aa"/>
            </w:pPr>
            <w:r>
              <w:t xml:space="preserve">Заведующий СДК с. </w:t>
            </w:r>
            <w:proofErr w:type="spellStart"/>
            <w:r>
              <w:t>Дергоусово</w:t>
            </w:r>
            <w:proofErr w:type="spellEnd"/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0369C" w:rsidP="009D6532">
            <w:pPr>
              <w:pStyle w:val="aa"/>
            </w:pPr>
            <w:proofErr w:type="spellStart"/>
            <w:r>
              <w:t>Несяева</w:t>
            </w:r>
            <w:proofErr w:type="spellEnd"/>
            <w:r>
              <w:t xml:space="preserve"> Е.В.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003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00369C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00369C" w:rsidRPr="0000369C" w:rsidTr="0000369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  <w:proofErr w:type="spellStart"/>
            <w:r>
              <w:t>Культорганизатор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  <w:proofErr w:type="spellStart"/>
            <w:r>
              <w:t>Царегородцева</w:t>
            </w:r>
            <w:proofErr w:type="spellEnd"/>
            <w:r>
              <w:t xml:space="preserve"> Ю.И.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</w:p>
        </w:tc>
      </w:tr>
      <w:tr w:rsidR="0000369C" w:rsidRPr="0000369C" w:rsidTr="0000369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  <w:r w:rsidRPr="00003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  <w:r w:rsidRPr="00003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  <w:r w:rsidRPr="00003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  <w:r w:rsidRPr="0000369C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</w:t>
      </w:r>
      <w:proofErr w:type="gramStart"/>
      <w:r w:rsidRPr="003C5C39">
        <w:t>т(</w:t>
      </w:r>
      <w:proofErr w:type="gramEnd"/>
      <w:r w:rsidR="00662AFC"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00369C" w:rsidTr="0000369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00369C" w:rsidRDefault="0000369C" w:rsidP="004F2F19">
            <w:pPr>
              <w:pStyle w:val="aa"/>
            </w:pPr>
            <w:r w:rsidRPr="0000369C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00369C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00369C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00369C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00369C" w:rsidRDefault="0000369C" w:rsidP="004F2F19">
            <w:pPr>
              <w:pStyle w:val="aa"/>
            </w:pPr>
            <w:r w:rsidRPr="0000369C">
              <w:t>Ивченко Екатерина Ивановна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00369C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00369C" w:rsidRDefault="004F2F19" w:rsidP="004F2F19">
            <w:pPr>
              <w:pStyle w:val="aa"/>
            </w:pPr>
          </w:p>
        </w:tc>
      </w:tr>
      <w:tr w:rsidR="004F2F19" w:rsidRPr="0000369C" w:rsidTr="0000369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00369C" w:rsidRDefault="0000369C" w:rsidP="004F2F19">
            <w:pPr>
              <w:pStyle w:val="aa"/>
              <w:rPr>
                <w:b/>
                <w:vertAlign w:val="superscript"/>
              </w:rPr>
            </w:pPr>
            <w:r w:rsidRPr="000036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00369C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00369C" w:rsidRDefault="0000369C" w:rsidP="004F2F19">
            <w:pPr>
              <w:pStyle w:val="aa"/>
              <w:rPr>
                <w:b/>
                <w:vertAlign w:val="superscript"/>
              </w:rPr>
            </w:pPr>
            <w:r w:rsidRPr="00003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00369C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00369C" w:rsidRDefault="0000369C" w:rsidP="004F2F19">
            <w:pPr>
              <w:pStyle w:val="aa"/>
              <w:rPr>
                <w:b/>
                <w:vertAlign w:val="superscript"/>
              </w:rPr>
            </w:pPr>
            <w:r w:rsidRPr="00003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00369C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00369C" w:rsidRDefault="0000369C" w:rsidP="004F2F19">
            <w:pPr>
              <w:pStyle w:val="aa"/>
              <w:rPr>
                <w:vertAlign w:val="superscript"/>
              </w:rPr>
            </w:pPr>
            <w:r w:rsidRPr="0000369C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48E" w:rsidRPr="0000369C" w:rsidRDefault="0021348E" w:rsidP="0000369C">
      <w:r>
        <w:separator/>
      </w:r>
    </w:p>
  </w:endnote>
  <w:endnote w:type="continuationSeparator" w:id="0">
    <w:p w:rsidR="0021348E" w:rsidRPr="0000369C" w:rsidRDefault="0021348E" w:rsidP="00003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9C" w:rsidRDefault="0000369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9C" w:rsidRDefault="0000369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9C" w:rsidRDefault="0000369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48E" w:rsidRPr="0000369C" w:rsidRDefault="0021348E" w:rsidP="0000369C">
      <w:r>
        <w:separator/>
      </w:r>
    </w:p>
  </w:footnote>
  <w:footnote w:type="continuationSeparator" w:id="0">
    <w:p w:rsidR="0021348E" w:rsidRPr="0000369C" w:rsidRDefault="0021348E" w:rsidP="000036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9C" w:rsidRDefault="0000369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9C" w:rsidRDefault="0000369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9C" w:rsidRDefault="0000369C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boss_fio" w:val="Стрыкова Олеся Валерьевна"/>
    <w:docVar w:name="ceh_info" w:val="     "/>
    <w:docVar w:name="doc_type" w:val="4"/>
    <w:docVar w:name="org_guid" w:val="DB6DA6826D0B4D519642C532431F44A4"/>
    <w:docVar w:name="org_id" w:val="31"/>
    <w:docVar w:name="org_name" w:val=" МУНИЦИПАЛЬНОЕ КАЗЁННОЕ УЧРЕЖДЕНИЕ КУЛЬТУРЫ &quot;ЛЕБЕДЕВСКИЙ КУЛЬТУРНО-ДОСУГОВЫЙ ЦЕНТР&quot; "/>
    <w:docVar w:name="pers_guids" w:val="4B317BAEDEA34EA2A98986585023D831@163-963-793 14"/>
    <w:docVar w:name="pers_snils" w:val="4B317BAEDEA34EA2A98986585023D831@163-963-793 14"/>
    <w:docVar w:name="podr_id" w:val="org_31"/>
    <w:docVar w:name="pred_dolg" w:val="Директор КДЦ"/>
    <w:docVar w:name="pred_fio" w:val="Шмакова Е.А."/>
    <w:docVar w:name="rbtd_name" w:val="МУНИЦИПАЛЬНОЕ КАЗЁННОЕ УЧРЕЖДЕНИЕ КУЛЬТУРЫ &quot;ЛЕБЕДЕВСКИЙ КУЛЬТУРНО-ДОСУГОВЫЙ ЦЕНТР&quot;"/>
    <w:docVar w:name="sv_docs" w:val="1"/>
  </w:docVars>
  <w:rsids>
    <w:rsidRoot w:val="0000369C"/>
    <w:rsid w:val="0000369C"/>
    <w:rsid w:val="0002033E"/>
    <w:rsid w:val="000C5130"/>
    <w:rsid w:val="00196135"/>
    <w:rsid w:val="001A7AC3"/>
    <w:rsid w:val="001F2E26"/>
    <w:rsid w:val="0021348E"/>
    <w:rsid w:val="00237B32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57E87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20A11"/>
    <w:rsid w:val="00A67508"/>
    <w:rsid w:val="00B12F45"/>
    <w:rsid w:val="00B3448B"/>
    <w:rsid w:val="00BA560A"/>
    <w:rsid w:val="00BC61C1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036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0369C"/>
    <w:rPr>
      <w:sz w:val="24"/>
    </w:rPr>
  </w:style>
  <w:style w:type="paragraph" w:styleId="ad">
    <w:name w:val="footer"/>
    <w:basedOn w:val="a"/>
    <w:link w:val="ae"/>
    <w:rsid w:val="000036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0369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Екатерина Иванова</dc:creator>
  <cp:lastModifiedBy>Екатерина Иванова</cp:lastModifiedBy>
  <cp:revision>2</cp:revision>
  <dcterms:created xsi:type="dcterms:W3CDTF">2023-03-29T00:15:00Z</dcterms:created>
  <dcterms:modified xsi:type="dcterms:W3CDTF">2023-03-29T00:19:00Z</dcterms:modified>
</cp:coreProperties>
</file>